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B9" w:rsidRDefault="00A960B9"/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20"/>
      </w:tblPr>
      <w:tblGrid>
        <w:gridCol w:w="2213"/>
        <w:gridCol w:w="2260"/>
        <w:gridCol w:w="2253"/>
        <w:gridCol w:w="2130"/>
      </w:tblGrid>
      <w:tr w:rsidR="00A960B9" w:rsidRPr="00DB656D" w:rsidTr="00DB656D">
        <w:tc>
          <w:tcPr>
            <w:tcW w:w="2213" w:type="dxa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B050"/>
          </w:tcPr>
          <w:p w:rsidR="00A960B9" w:rsidRPr="00DB656D" w:rsidRDefault="00A960B9">
            <w:pPr>
              <w:rPr>
                <w:b/>
                <w:bCs/>
                <w:color w:val="FFFFFF"/>
              </w:rPr>
            </w:pPr>
            <w:r w:rsidRPr="00DB656D">
              <w:rPr>
                <w:b/>
                <w:bCs/>
                <w:color w:val="FFFFFF"/>
                <w:sz w:val="22"/>
                <w:szCs w:val="22"/>
              </w:rPr>
              <w:t>GRADE LEVEL: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B050"/>
          </w:tcPr>
          <w:p w:rsidR="00A960B9" w:rsidRPr="00DB656D" w:rsidRDefault="00A960B9">
            <w:pPr>
              <w:rPr>
                <w:b/>
                <w:bCs/>
                <w:color w:val="FFFFFF"/>
              </w:rPr>
            </w:pPr>
            <w:r w:rsidRPr="00DB656D">
              <w:rPr>
                <w:b/>
                <w:bCs/>
                <w:color w:val="FFFFFF"/>
                <w:sz w:val="22"/>
                <w:szCs w:val="22"/>
              </w:rPr>
              <w:t>COURSE:</w:t>
            </w:r>
          </w:p>
        </w:tc>
        <w:tc>
          <w:tcPr>
            <w:tcW w:w="22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B050"/>
          </w:tcPr>
          <w:p w:rsidR="00A960B9" w:rsidRPr="00DB656D" w:rsidRDefault="00A960B9">
            <w:pPr>
              <w:rPr>
                <w:b/>
                <w:bCs/>
                <w:color w:val="FFFFFF"/>
              </w:rPr>
            </w:pPr>
            <w:r w:rsidRPr="00DB656D">
              <w:rPr>
                <w:b/>
                <w:bCs/>
                <w:color w:val="FFFFFF"/>
                <w:sz w:val="22"/>
                <w:szCs w:val="22"/>
              </w:rPr>
              <w:t xml:space="preserve">UNIT:  </w:t>
            </w:r>
          </w:p>
        </w:tc>
        <w:tc>
          <w:tcPr>
            <w:tcW w:w="21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00B050"/>
          </w:tcPr>
          <w:p w:rsidR="00A960B9" w:rsidRPr="00DB656D" w:rsidRDefault="00A960B9">
            <w:pPr>
              <w:rPr>
                <w:b/>
                <w:bCs/>
                <w:color w:val="FFFFFF"/>
              </w:rPr>
            </w:pPr>
            <w:r w:rsidRPr="00DB656D">
              <w:rPr>
                <w:b/>
                <w:bCs/>
                <w:color w:val="FFFFFF"/>
                <w:sz w:val="22"/>
                <w:szCs w:val="22"/>
              </w:rPr>
              <w:t>OBJECTIVES</w:t>
            </w:r>
          </w:p>
        </w:tc>
      </w:tr>
      <w:tr w:rsidR="00A960B9" w:rsidRPr="00DB656D" w:rsidTr="00DB656D">
        <w:tc>
          <w:tcPr>
            <w:tcW w:w="2213" w:type="dxa"/>
            <w:shd w:val="solid" w:color="B2A1C7" w:fill="E6EED5"/>
          </w:tcPr>
          <w:p w:rsidR="00A960B9" w:rsidRPr="00DB656D" w:rsidRDefault="00A960B9">
            <w:r w:rsidRPr="00DB656D">
              <w:rPr>
                <w:sz w:val="22"/>
                <w:szCs w:val="22"/>
              </w:rPr>
              <w:t>Lesson</w:t>
            </w:r>
          </w:p>
        </w:tc>
        <w:tc>
          <w:tcPr>
            <w:tcW w:w="2260" w:type="dxa"/>
            <w:shd w:val="solid" w:color="B2A1C7" w:fill="E6EED5"/>
          </w:tcPr>
          <w:p w:rsidR="00A960B9" w:rsidRPr="00DB656D" w:rsidRDefault="00A960B9">
            <w:r w:rsidRPr="00DB656D">
              <w:rPr>
                <w:sz w:val="22"/>
                <w:szCs w:val="22"/>
              </w:rPr>
              <w:t>Technology</w:t>
            </w:r>
          </w:p>
        </w:tc>
        <w:tc>
          <w:tcPr>
            <w:tcW w:w="2253" w:type="dxa"/>
            <w:shd w:val="solid" w:color="B2A1C7" w:fill="E6EED5"/>
          </w:tcPr>
          <w:p w:rsidR="00A960B9" w:rsidRPr="00DB656D" w:rsidRDefault="00A960B9">
            <w:r w:rsidRPr="00DB656D">
              <w:rPr>
                <w:sz w:val="22"/>
                <w:szCs w:val="22"/>
              </w:rPr>
              <w:t>Idea for lesson using technology</w:t>
            </w:r>
          </w:p>
        </w:tc>
        <w:tc>
          <w:tcPr>
            <w:tcW w:w="2130" w:type="dxa"/>
            <w:shd w:val="solid" w:color="B2A1C7" w:fill="E6EED5"/>
          </w:tcPr>
          <w:p w:rsidR="00A960B9" w:rsidRPr="00DB656D" w:rsidRDefault="00A960B9">
            <w:r w:rsidRPr="00DB656D">
              <w:rPr>
                <w:sz w:val="22"/>
                <w:szCs w:val="22"/>
              </w:rPr>
              <w:t>As a result of this lesson, students will be able to: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Default="00A960B9">
            <w:r>
              <w:rPr>
                <w:sz w:val="22"/>
                <w:szCs w:val="22"/>
              </w:rPr>
              <w:t>Habitat</w:t>
            </w:r>
          </w:p>
          <w:p w:rsidR="00A960B9" w:rsidRPr="00DB656D" w:rsidRDefault="00A960B9" w:rsidP="005F2FE8"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 w:rsidP="00116040">
            <w:r w:rsidRPr="00DB656D">
              <w:rPr>
                <w:sz w:val="22"/>
                <w:szCs w:val="22"/>
              </w:rPr>
              <w:t>Using the internet for research</w:t>
            </w:r>
          </w:p>
          <w:p w:rsidR="00A960B9" w:rsidRPr="00DB656D" w:rsidRDefault="00A960B9" w:rsidP="00116040"/>
        </w:tc>
        <w:tc>
          <w:tcPr>
            <w:tcW w:w="2253" w:type="dxa"/>
            <w:shd w:val="clear" w:color="auto" w:fill="E6EED5"/>
          </w:tcPr>
          <w:p w:rsidR="00A960B9" w:rsidRPr="00DB656D" w:rsidRDefault="00A960B9">
            <w:r>
              <w:rPr>
                <w:sz w:val="22"/>
                <w:szCs w:val="22"/>
              </w:rPr>
              <w:t xml:space="preserve">Indentify 3 animals and where they live; 1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sz w:val="22"/>
                    <w:szCs w:val="22"/>
                  </w:rPr>
                  <w:t>Colorado</w:t>
                </w:r>
              </w:smartTag>
            </w:smartTag>
            <w:r>
              <w:rPr>
                <w:sz w:val="22"/>
                <w:szCs w:val="22"/>
              </w:rPr>
              <w:t xml:space="preserve"> animal</w:t>
            </w:r>
          </w:p>
        </w:tc>
        <w:tc>
          <w:tcPr>
            <w:tcW w:w="2130" w:type="dxa"/>
            <w:shd w:val="clear" w:color="auto" w:fill="E6EED5"/>
          </w:tcPr>
          <w:p w:rsidR="00A960B9" w:rsidRPr="00DB656D" w:rsidRDefault="00A960B9">
            <w:r>
              <w:rPr>
                <w:sz w:val="22"/>
                <w:szCs w:val="22"/>
              </w:rPr>
              <w:t>Locate and utilize a search engine for research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Default="00A960B9"/>
          <w:p w:rsidR="00A960B9" w:rsidRPr="00DB656D" w:rsidRDefault="00A960B9"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r w:rsidRPr="00DB656D">
              <w:rPr>
                <w:sz w:val="22"/>
                <w:szCs w:val="22"/>
              </w:rPr>
              <w:t>Blogging</w:t>
            </w:r>
          </w:p>
          <w:p w:rsidR="00A960B9" w:rsidRPr="00DB656D" w:rsidRDefault="00A960B9"/>
        </w:tc>
        <w:tc>
          <w:tcPr>
            <w:tcW w:w="2253" w:type="dxa"/>
            <w:shd w:val="clear" w:color="auto" w:fill="E6EED5"/>
          </w:tcPr>
          <w:p w:rsidR="00A960B9" w:rsidRPr="00DB656D" w:rsidRDefault="00A960B9">
            <w:r>
              <w:rPr>
                <w:sz w:val="22"/>
                <w:szCs w:val="22"/>
              </w:rPr>
              <w:t>Blog about favorite animal and why</w:t>
            </w:r>
          </w:p>
        </w:tc>
        <w:tc>
          <w:tcPr>
            <w:tcW w:w="2130" w:type="dxa"/>
            <w:shd w:val="clear" w:color="auto" w:fill="E6EED5"/>
          </w:tcPr>
          <w:p w:rsidR="00A960B9" w:rsidRPr="00DB656D" w:rsidRDefault="00A960B9">
            <w:r>
              <w:rPr>
                <w:sz w:val="22"/>
                <w:szCs w:val="22"/>
              </w:rPr>
              <w:t>Dictate ideas to staff, kids will type their responses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Default="00A960B9"/>
          <w:p w:rsidR="00A960B9" w:rsidRDefault="00A960B9">
            <w:r>
              <w:rPr>
                <w:sz w:val="22"/>
                <w:szCs w:val="22"/>
              </w:rPr>
              <w:sym w:font="Wingdings" w:char="F0E2"/>
            </w:r>
          </w:p>
          <w:p w:rsidR="00A960B9" w:rsidRPr="00DB656D" w:rsidRDefault="00A960B9"/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r w:rsidRPr="00DB656D">
              <w:rPr>
                <w:sz w:val="22"/>
                <w:szCs w:val="22"/>
              </w:rPr>
              <w:t>Podcasting (like a radio show)</w:t>
            </w:r>
          </w:p>
          <w:p w:rsidR="00A960B9" w:rsidRPr="00DB656D" w:rsidRDefault="00A960B9"/>
        </w:tc>
        <w:tc>
          <w:tcPr>
            <w:tcW w:w="2253" w:type="dxa"/>
            <w:shd w:val="clear" w:color="auto" w:fill="E6EED5"/>
          </w:tcPr>
          <w:p w:rsidR="00A960B9" w:rsidRPr="00DB656D" w:rsidRDefault="00A960B9">
            <w:r>
              <w:rPr>
                <w:sz w:val="22"/>
                <w:szCs w:val="22"/>
              </w:rPr>
              <w:t>Weather reports for different habitats</w:t>
            </w:r>
          </w:p>
        </w:tc>
        <w:tc>
          <w:tcPr>
            <w:tcW w:w="2130" w:type="dxa"/>
            <w:shd w:val="clear" w:color="auto" w:fill="E6EED5"/>
          </w:tcPr>
          <w:p w:rsidR="00A960B9" w:rsidRPr="00DB656D" w:rsidRDefault="00A960B9">
            <w:r>
              <w:rPr>
                <w:sz w:val="22"/>
                <w:szCs w:val="22"/>
              </w:rPr>
              <w:t>Recognize/Identify climates of different habitats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Default="00A960B9"/>
          <w:p w:rsidR="00A960B9" w:rsidRDefault="00A960B9"/>
          <w:p w:rsidR="00A960B9" w:rsidRPr="00DB656D" w:rsidRDefault="00A960B9"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r w:rsidRPr="00DB656D">
              <w:rPr>
                <w:sz w:val="22"/>
                <w:szCs w:val="22"/>
              </w:rPr>
              <w:t>Presentation</w:t>
            </w:r>
          </w:p>
          <w:p w:rsidR="00A960B9" w:rsidRPr="00DB656D" w:rsidRDefault="00A960B9"/>
        </w:tc>
        <w:tc>
          <w:tcPr>
            <w:tcW w:w="2253" w:type="dxa"/>
            <w:shd w:val="clear" w:color="auto" w:fill="E6EED5"/>
          </w:tcPr>
          <w:p w:rsidR="00A960B9" w:rsidRPr="00DB656D" w:rsidRDefault="00A960B9">
            <w:r>
              <w:rPr>
                <w:sz w:val="22"/>
                <w:szCs w:val="22"/>
              </w:rPr>
              <w:t>Present research information</w:t>
            </w:r>
          </w:p>
        </w:tc>
        <w:tc>
          <w:tcPr>
            <w:tcW w:w="2130" w:type="dxa"/>
            <w:shd w:val="clear" w:color="auto" w:fill="E6EED5"/>
          </w:tcPr>
          <w:p w:rsidR="00A960B9" w:rsidRDefault="00A960B9">
            <w:r>
              <w:rPr>
                <w:sz w:val="22"/>
                <w:szCs w:val="22"/>
              </w:rPr>
              <w:t>Plan and design projects;</w:t>
            </w:r>
          </w:p>
          <w:p w:rsidR="00A960B9" w:rsidRPr="00DB656D" w:rsidRDefault="00A960B9">
            <w:r>
              <w:rPr>
                <w:sz w:val="22"/>
                <w:szCs w:val="22"/>
              </w:rPr>
              <w:t>Communicate information to others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Default="00A960B9"/>
          <w:p w:rsidR="00A960B9" w:rsidRDefault="00A960B9"/>
          <w:p w:rsidR="00A960B9" w:rsidRPr="00DB656D" w:rsidRDefault="00A960B9"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r w:rsidRPr="00DB656D">
              <w:rPr>
                <w:sz w:val="22"/>
                <w:szCs w:val="22"/>
              </w:rPr>
              <w:t>Making a movie (students)</w:t>
            </w:r>
          </w:p>
          <w:p w:rsidR="00A960B9" w:rsidRPr="00DB656D" w:rsidRDefault="00A960B9"/>
        </w:tc>
        <w:tc>
          <w:tcPr>
            <w:tcW w:w="2253" w:type="dxa"/>
            <w:shd w:val="clear" w:color="auto" w:fill="E6EED5"/>
          </w:tcPr>
          <w:p w:rsidR="00A960B9" w:rsidRPr="00DB656D" w:rsidRDefault="00A960B9">
            <w:r>
              <w:rPr>
                <w:sz w:val="22"/>
                <w:szCs w:val="22"/>
              </w:rPr>
              <w:t>Class performance; “Where Do I Belong?”</w:t>
            </w:r>
          </w:p>
        </w:tc>
        <w:tc>
          <w:tcPr>
            <w:tcW w:w="2130" w:type="dxa"/>
            <w:shd w:val="clear" w:color="auto" w:fill="E6EED5"/>
          </w:tcPr>
          <w:p w:rsidR="00A960B9" w:rsidRDefault="00A960B9">
            <w:r>
              <w:rPr>
                <w:sz w:val="22"/>
                <w:szCs w:val="22"/>
              </w:rPr>
              <w:t>Operate cameras/audio equipment;</w:t>
            </w:r>
          </w:p>
          <w:p w:rsidR="00A960B9" w:rsidRPr="00DB656D" w:rsidRDefault="00A960B9">
            <w:r>
              <w:rPr>
                <w:sz w:val="22"/>
                <w:szCs w:val="22"/>
              </w:rPr>
              <w:t>Sort animals into different habitats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Default="00A960B9">
            <w:pPr>
              <w:rPr>
                <w:b/>
                <w:bCs/>
              </w:rPr>
            </w:pPr>
          </w:p>
          <w:p w:rsidR="00A960B9" w:rsidRPr="00DB656D" w:rsidRDefault="00A960B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Using YouTube</w:t>
            </w:r>
          </w:p>
          <w:p w:rsidR="00A960B9" w:rsidRPr="00DB656D" w:rsidRDefault="00A960B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A960B9" w:rsidRPr="00037310" w:rsidRDefault="00A960B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Student videos about the importance of habitat preservation</w:t>
            </w:r>
          </w:p>
        </w:tc>
        <w:tc>
          <w:tcPr>
            <w:tcW w:w="2130" w:type="dxa"/>
            <w:shd w:val="clear" w:color="auto" w:fill="E6EED5"/>
          </w:tcPr>
          <w:p w:rsidR="00A960B9" w:rsidRPr="00037310" w:rsidRDefault="00A960B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Upload videos; access videos on YouTube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Default="00A960B9">
            <w:pPr>
              <w:rPr>
                <w:b/>
                <w:bCs/>
              </w:rPr>
            </w:pPr>
          </w:p>
          <w:p w:rsidR="00A960B9" w:rsidRDefault="00A960B9">
            <w:pPr>
              <w:rPr>
                <w:b/>
                <w:bCs/>
              </w:rPr>
            </w:pPr>
          </w:p>
          <w:p w:rsidR="00A960B9" w:rsidRPr="00DB656D" w:rsidRDefault="00A960B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Mapping</w:t>
            </w:r>
          </w:p>
          <w:p w:rsidR="00A960B9" w:rsidRPr="00DB656D" w:rsidRDefault="00A960B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A960B9" w:rsidRPr="006908C2" w:rsidRDefault="00A960B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Look for and print out geographic maps showing different habitats</w:t>
            </w:r>
          </w:p>
        </w:tc>
        <w:tc>
          <w:tcPr>
            <w:tcW w:w="2130" w:type="dxa"/>
            <w:shd w:val="clear" w:color="auto" w:fill="E6EED5"/>
          </w:tcPr>
          <w:p w:rsidR="00A960B9" w:rsidRPr="00014793" w:rsidRDefault="00A960B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Print out specific information, from the internet; identify basic geography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Default="00A960B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  <w:p w:rsidR="00A960B9" w:rsidRPr="00DB656D" w:rsidRDefault="00A960B9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Digital Storytelling</w:t>
            </w:r>
          </w:p>
          <w:p w:rsidR="00A960B9" w:rsidRPr="00DB656D" w:rsidRDefault="00A960B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A960B9" w:rsidRPr="00014793" w:rsidRDefault="00A960B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Convert class performance to digital story</w:t>
            </w:r>
          </w:p>
        </w:tc>
        <w:tc>
          <w:tcPr>
            <w:tcW w:w="2130" w:type="dxa"/>
            <w:shd w:val="clear" w:color="auto" w:fill="E6EED5"/>
          </w:tcPr>
          <w:p w:rsidR="00A960B9" w:rsidRPr="00014793" w:rsidRDefault="00A960B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Use of computer to add images, text, and music  to video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Default="00A960B9">
            <w:pPr>
              <w:rPr>
                <w:b/>
                <w:bCs/>
              </w:rPr>
            </w:pPr>
          </w:p>
          <w:p w:rsidR="00A960B9" w:rsidRDefault="00A960B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  <w:p w:rsidR="00A960B9" w:rsidRPr="00DB656D" w:rsidRDefault="00A960B9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Google Tools</w:t>
            </w:r>
          </w:p>
          <w:p w:rsidR="00A960B9" w:rsidRPr="00DB656D" w:rsidRDefault="00A960B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A960B9" w:rsidRPr="005F2FE8" w:rsidRDefault="00A960B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Use Google Earth to visit different habitats of the planet</w:t>
            </w:r>
          </w:p>
        </w:tc>
        <w:tc>
          <w:tcPr>
            <w:tcW w:w="2130" w:type="dxa"/>
            <w:shd w:val="clear" w:color="auto" w:fill="E6EED5"/>
          </w:tcPr>
          <w:p w:rsidR="00A960B9" w:rsidRPr="005F2FE8" w:rsidRDefault="00A960B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Indentify and describe physical attributes of various habitats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Pr="00DB656D" w:rsidRDefault="00A960B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Timeline</w:t>
            </w:r>
          </w:p>
          <w:p w:rsidR="00A960B9" w:rsidRPr="00DB656D" w:rsidRDefault="00A960B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A960B9" w:rsidRPr="00C9416E" w:rsidRDefault="00A960B9">
            <w:pPr>
              <w:rPr>
                <w:bCs/>
              </w:rPr>
            </w:pPr>
            <w:r>
              <w:rPr>
                <w:bCs/>
              </w:rPr>
              <w:t>Make a timeline detailing the class play/digital story</w:t>
            </w:r>
          </w:p>
        </w:tc>
        <w:tc>
          <w:tcPr>
            <w:tcW w:w="2130" w:type="dxa"/>
            <w:shd w:val="clear" w:color="auto" w:fill="E6EED5"/>
          </w:tcPr>
          <w:p w:rsidR="00A960B9" w:rsidRPr="00C9416E" w:rsidRDefault="00A960B9">
            <w:pPr>
              <w:rPr>
                <w:bCs/>
              </w:rPr>
            </w:pPr>
            <w:r>
              <w:rPr>
                <w:bCs/>
              </w:rPr>
              <w:t>Plan and construct a timeline using Microsoft Word and the internet for research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Pr="00DB656D" w:rsidRDefault="00A960B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Writing a book</w:t>
            </w:r>
          </w:p>
          <w:p w:rsidR="00A960B9" w:rsidRPr="00DB656D" w:rsidRDefault="00A960B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A960B9" w:rsidRPr="00C9416E" w:rsidRDefault="00A960B9">
            <w:pPr>
              <w:rPr>
                <w:bCs/>
              </w:rPr>
            </w:pPr>
            <w:r>
              <w:rPr>
                <w:bCs/>
              </w:rPr>
              <w:t>Create a story incorporating favorite animal and its habitat</w:t>
            </w:r>
          </w:p>
        </w:tc>
        <w:tc>
          <w:tcPr>
            <w:tcW w:w="2130" w:type="dxa"/>
            <w:shd w:val="clear" w:color="auto" w:fill="E6EED5"/>
          </w:tcPr>
          <w:p w:rsidR="00A960B9" w:rsidRPr="00C9416E" w:rsidRDefault="00A960B9">
            <w:pPr>
              <w:rPr>
                <w:bCs/>
              </w:rPr>
            </w:pPr>
            <w:r>
              <w:rPr>
                <w:bCs/>
              </w:rPr>
              <w:t>Using Microsoft Word, finding and using clip art, and drawing tools to construct a book</w:t>
            </w:r>
          </w:p>
        </w:tc>
      </w:tr>
      <w:tr w:rsidR="00A960B9" w:rsidRPr="00DB656D" w:rsidTr="00DB656D">
        <w:tc>
          <w:tcPr>
            <w:tcW w:w="2213" w:type="dxa"/>
            <w:shd w:val="clear" w:color="auto" w:fill="E6EED5"/>
          </w:tcPr>
          <w:p w:rsidR="00A960B9" w:rsidRPr="00DB656D" w:rsidRDefault="00A960B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A960B9" w:rsidRPr="00DB656D" w:rsidRDefault="00A960B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Graphing</w:t>
            </w:r>
          </w:p>
          <w:p w:rsidR="00A960B9" w:rsidRPr="00DB656D" w:rsidRDefault="00A960B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A960B9" w:rsidRPr="00C9416E" w:rsidRDefault="00A960B9">
            <w:pPr>
              <w:rPr>
                <w:bCs/>
              </w:rPr>
            </w:pPr>
            <w:r>
              <w:rPr>
                <w:bCs/>
              </w:rPr>
              <w:t>Make a graph detailing the favorite animals of students</w:t>
            </w:r>
          </w:p>
        </w:tc>
        <w:tc>
          <w:tcPr>
            <w:tcW w:w="2130" w:type="dxa"/>
            <w:shd w:val="clear" w:color="auto" w:fill="E6EED5"/>
          </w:tcPr>
          <w:p w:rsidR="00A960B9" w:rsidRPr="00C9416E" w:rsidRDefault="00A960B9">
            <w:pPr>
              <w:rPr>
                <w:bCs/>
              </w:rPr>
            </w:pPr>
            <w:r>
              <w:rPr>
                <w:bCs/>
              </w:rPr>
              <w:t>Using Excel to graph information</w:t>
            </w:r>
          </w:p>
        </w:tc>
      </w:tr>
      <w:tr w:rsidR="00A960B9" w:rsidRPr="00DB656D" w:rsidTr="00DB656D">
        <w:tc>
          <w:tcPr>
            <w:tcW w:w="2213" w:type="dxa"/>
            <w:tcBorders>
              <w:bottom w:val="single" w:sz="8" w:space="0" w:color="FFFFFF"/>
            </w:tcBorders>
            <w:shd w:val="clear" w:color="auto" w:fill="E6EED5"/>
          </w:tcPr>
          <w:p w:rsidR="00A960B9" w:rsidRPr="00DB656D" w:rsidRDefault="00A960B9">
            <w:pPr>
              <w:rPr>
                <w:b/>
                <w:bCs/>
              </w:rPr>
            </w:pPr>
          </w:p>
        </w:tc>
        <w:tc>
          <w:tcPr>
            <w:tcW w:w="2260" w:type="dxa"/>
            <w:tcBorders>
              <w:bottom w:val="single" w:sz="8" w:space="0" w:color="FFFFFF"/>
            </w:tcBorders>
            <w:shd w:val="clear" w:color="auto" w:fill="E6EED5"/>
          </w:tcPr>
          <w:p w:rsidR="00A960B9" w:rsidRPr="00DB656D" w:rsidRDefault="00A960B9">
            <w:pPr>
              <w:rPr>
                <w:b/>
                <w:bCs/>
              </w:rPr>
            </w:pPr>
          </w:p>
        </w:tc>
        <w:tc>
          <w:tcPr>
            <w:tcW w:w="2253" w:type="dxa"/>
            <w:tcBorders>
              <w:bottom w:val="single" w:sz="8" w:space="0" w:color="FFFFFF"/>
            </w:tcBorders>
            <w:shd w:val="clear" w:color="auto" w:fill="E6EED5"/>
          </w:tcPr>
          <w:p w:rsidR="00A960B9" w:rsidRPr="00DB656D" w:rsidRDefault="00A960B9">
            <w:pPr>
              <w:rPr>
                <w:b/>
                <w:bCs/>
              </w:rPr>
            </w:pPr>
          </w:p>
        </w:tc>
        <w:tc>
          <w:tcPr>
            <w:tcW w:w="2130" w:type="dxa"/>
            <w:tcBorders>
              <w:bottom w:val="single" w:sz="8" w:space="0" w:color="FFFFFF"/>
            </w:tcBorders>
            <w:shd w:val="clear" w:color="auto" w:fill="E6EED5"/>
          </w:tcPr>
          <w:p w:rsidR="00A960B9" w:rsidRPr="00DB656D" w:rsidRDefault="00A960B9">
            <w:pPr>
              <w:rPr>
                <w:b/>
                <w:bCs/>
              </w:rPr>
            </w:pPr>
          </w:p>
        </w:tc>
      </w:tr>
    </w:tbl>
    <w:p w:rsidR="00A960B9" w:rsidRDefault="00A960B9" w:rsidP="00037310"/>
    <w:sectPr w:rsidR="00A960B9" w:rsidSect="008240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018"/>
    <w:rsid w:val="00014793"/>
    <w:rsid w:val="00037310"/>
    <w:rsid w:val="000A1FF6"/>
    <w:rsid w:val="00116040"/>
    <w:rsid w:val="0016631F"/>
    <w:rsid w:val="001C5627"/>
    <w:rsid w:val="002D7BE6"/>
    <w:rsid w:val="00392DC5"/>
    <w:rsid w:val="004516AD"/>
    <w:rsid w:val="00560C6C"/>
    <w:rsid w:val="005F2FE8"/>
    <w:rsid w:val="006908C2"/>
    <w:rsid w:val="006F1029"/>
    <w:rsid w:val="006F6D2E"/>
    <w:rsid w:val="00824018"/>
    <w:rsid w:val="00903257"/>
    <w:rsid w:val="00A960B9"/>
    <w:rsid w:val="00B12F84"/>
    <w:rsid w:val="00C9416E"/>
    <w:rsid w:val="00CE0A79"/>
    <w:rsid w:val="00DB656D"/>
    <w:rsid w:val="00DD2229"/>
    <w:rsid w:val="00D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FF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4018"/>
    <w:pPr>
      <w:spacing w:beforeLines="1" w:afterLines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99"/>
    <w:qFormat/>
    <w:rsid w:val="00824018"/>
    <w:rPr>
      <w:rFonts w:cs="Times New Roman"/>
      <w:b/>
    </w:rPr>
  </w:style>
  <w:style w:type="table" w:styleId="MediumGrid3-Accent3">
    <w:name w:val="Medium Grid 3 Accent 3"/>
    <w:basedOn w:val="TableNormal"/>
    <w:uiPriority w:val="99"/>
    <w:rsid w:val="00824018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17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260</Words>
  <Characters>1486</Characters>
  <Application>Microsoft Office Outlook</Application>
  <DocSecurity>0</DocSecurity>
  <Lines>0</Lines>
  <Paragraphs>0</Paragraphs>
  <ScaleCrop>false</ScaleCrop>
  <Company>ET / DPS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HINT: as you are thinking about inclusions in your unit or your separate lessons, consider that you will be including the following assignment types: </dc:title>
  <dc:subject/>
  <dc:creator>Candy Stocker</dc:creator>
  <cp:keywords/>
  <dc:description/>
  <cp:lastModifiedBy>Norm Pachecon</cp:lastModifiedBy>
  <cp:revision>2</cp:revision>
  <dcterms:created xsi:type="dcterms:W3CDTF">2011-02-22T19:42:00Z</dcterms:created>
  <dcterms:modified xsi:type="dcterms:W3CDTF">2011-02-22T19:42:00Z</dcterms:modified>
</cp:coreProperties>
</file>